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2C5E347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DA41AB">
        <w:rPr>
          <w:rFonts w:cs="Arial"/>
          <w:color w:val="000000"/>
          <w:sz w:val="22"/>
        </w:rPr>
        <w:t>31</w:t>
      </w:r>
      <w:r w:rsidR="00923ED3">
        <w:rPr>
          <w:rFonts w:cs="Arial"/>
          <w:color w:val="000000"/>
          <w:sz w:val="22"/>
        </w:rPr>
        <w:t>.10</w:t>
      </w:r>
      <w:r w:rsidRPr="00316376">
        <w:rPr>
          <w:rFonts w:cs="Arial"/>
          <w:color w:val="000000"/>
          <w:sz w:val="22"/>
        </w:rPr>
        <w:t>.2025 nr JV-MAA-1/</w:t>
      </w:r>
      <w:r w:rsidR="00BA470D">
        <w:rPr>
          <w:rFonts w:cs="Arial"/>
          <w:color w:val="000000"/>
          <w:sz w:val="22"/>
        </w:rPr>
        <w:t>4997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2"/>
      </w:tblGrid>
      <w:tr w:rsidR="000505BA" w:rsidRPr="000B2E35" w14:paraId="5CF7D843" w14:textId="77777777" w:rsidTr="00C70D5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70D5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70D5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70D5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70D5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70D5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C70D5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70D5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410E6C3F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A06A4B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C656FD">
              <w:rPr>
                <w:rFonts w:ascii="Calibri" w:eastAsia="Calibri" w:hAnsi="Calibri"/>
                <w:sz w:val="22"/>
                <w:szCs w:val="22"/>
                <w:lang w:val="et-EE"/>
              </w:rPr>
              <w:t>rekonstrueerimine ja investeering</w:t>
            </w:r>
          </w:p>
        </w:tc>
      </w:tr>
      <w:tr w:rsidR="000505BA" w:rsidRPr="000B2E35" w14:paraId="4433B2A0" w14:textId="77777777" w:rsidTr="00C70D5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70D5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25BC1F8B" w:rsidR="000505BA" w:rsidRPr="000B2E35" w:rsidRDefault="003935E7" w:rsidP="003935E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935E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IP8208 „V-Jaagupi alajaama F4 nõuetekohasus Viru-Jaagupi alevik, Vinni vald, Lääne-Viru maakond </w:t>
            </w:r>
            <w:r w:rsidR="00461515" w:rsidRPr="0046151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70D5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57F3EC" w14:textId="55B497F6" w:rsidR="008A5A55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AA7FC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Raido Rebane</w:t>
            </w:r>
          </w:p>
          <w:p w14:paraId="293EFB39" w14:textId="2B1F3522" w:rsidR="000505BA" w:rsidRPr="000B2E35" w:rsidRDefault="00923ED3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15234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70D5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492AB451" w:rsidR="000505BA" w:rsidRPr="000B2E35" w:rsidRDefault="00AA7FCF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A7FC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13.10.2025  nr 7.1-2/25/13943-4</w:t>
            </w:r>
          </w:p>
        </w:tc>
      </w:tr>
      <w:tr w:rsidR="000505BA" w:rsidRPr="000B2E35" w14:paraId="5C928269" w14:textId="77777777" w:rsidTr="00C70D5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bookmarkStart w:id="0" w:name="_Hlk212796182"/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bottom w:val="single" w:sz="4" w:space="0" w:color="000000"/>
            </w:tcBorders>
            <w:hideMark/>
          </w:tcPr>
          <w:p w14:paraId="696A62D3" w14:textId="5F15AF00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2D58BA">
              <w:rPr>
                <w:rFonts w:ascii="Times New Roman" w:hAnsi="Times New Roman"/>
                <w:b/>
                <w:lang w:val="et-EE"/>
              </w:rPr>
              <w:t xml:space="preserve">17102 Viru-Jaagupi-Simuna </w:t>
            </w:r>
            <w:r w:rsidR="00A06A4B" w:rsidRPr="00A06A4B">
              <w:rPr>
                <w:rFonts w:ascii="Times New Roman" w:hAnsi="Times New Roman"/>
                <w:b/>
                <w:lang w:val="et-EE"/>
              </w:rPr>
              <w:t>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70D51">
        <w:trPr>
          <w:trHeight w:val="415"/>
        </w:trPr>
        <w:tc>
          <w:tcPr>
            <w:tcW w:w="3227" w:type="dxa"/>
            <w:vMerge/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right w:val="single" w:sz="4" w:space="0" w:color="auto"/>
            </w:tcBorders>
            <w:hideMark/>
          </w:tcPr>
          <w:p w14:paraId="52C62D01" w14:textId="4B4D7170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2D58BA">
              <w:rPr>
                <w:rFonts w:ascii="Times New Roman" w:hAnsi="Times New Roman"/>
                <w:bCs/>
                <w:lang w:val="et-EE"/>
              </w:rPr>
              <w:t>90002:003:1100</w:t>
            </w:r>
          </w:p>
          <w:p w14:paraId="17B972FB" w14:textId="209D1732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B46E05">
              <w:rPr>
                <w:rFonts w:ascii="Times New Roman" w:hAnsi="Times New Roman"/>
                <w:bCs/>
                <w:lang w:val="et-EE"/>
              </w:rPr>
              <w:t>8876750</w:t>
            </w:r>
          </w:p>
          <w:p w14:paraId="621A3798" w14:textId="360199C3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0A723A" w:rsidRPr="000A723A">
              <w:rPr>
                <w:rFonts w:ascii="Times New Roman" w:hAnsi="Times New Roman"/>
                <w:bCs/>
                <w:lang w:val="et-EE"/>
              </w:rPr>
              <w:t>17102 Viru-Jaagupi-Simuna tee</w:t>
            </w:r>
          </w:p>
          <w:p w14:paraId="0DA14518" w14:textId="7C543A8C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714B3A">
              <w:rPr>
                <w:rFonts w:ascii="Times New Roman" w:hAnsi="Times New Roman"/>
                <w:bCs/>
                <w:lang w:val="et-EE"/>
              </w:rPr>
              <w:t>74367</w:t>
            </w:r>
          </w:p>
          <w:p w14:paraId="7EE45F5D" w14:textId="5805269A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="000A723A">
              <w:rPr>
                <w:rFonts w:ascii="Times New Roman" w:hAnsi="Times New Roman"/>
                <w:bCs/>
                <w:lang w:val="et-EE"/>
              </w:rPr>
              <w:t xml:space="preserve"> ja 2 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659A67E4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>POS 1</w:t>
            </w:r>
            <w:r w:rsidR="000A723A">
              <w:rPr>
                <w:rFonts w:ascii="Times New Roman" w:hAnsi="Times New Roman"/>
                <w:bCs/>
                <w:lang w:val="et-EE"/>
              </w:rPr>
              <w:t xml:space="preserve"> ja 2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 ruumikuju</w:t>
            </w:r>
            <w:r w:rsidR="000A723A">
              <w:rPr>
                <w:rFonts w:ascii="Times New Roman" w:hAnsi="Times New Roman"/>
                <w:bCs/>
                <w:lang w:val="et-EE"/>
              </w:rPr>
              <w:t xml:space="preserve"> nr. </w:t>
            </w:r>
            <w:r w:rsidR="00121DD6">
              <w:rPr>
                <w:rFonts w:ascii="Times New Roman" w:hAnsi="Times New Roman"/>
                <w:bCs/>
                <w:lang w:val="et-EE"/>
              </w:rPr>
              <w:t>998427</w:t>
            </w:r>
          </w:p>
          <w:p w14:paraId="1EDDACD9" w14:textId="3CF46691" w:rsidR="00152340" w:rsidRPr="000B2E35" w:rsidRDefault="00DA41AB" w:rsidP="00A06A4B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DB714D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https://pari.kataster.ee/magic-link/95eeabe1-b990-41be-a70e-f5027a945885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9D3519" w:rsidRPr="000B2E35" w14:paraId="096C0A62" w14:textId="77777777" w:rsidTr="00C70D51">
        <w:trPr>
          <w:trHeight w:val="415"/>
        </w:trPr>
        <w:tc>
          <w:tcPr>
            <w:tcW w:w="3227" w:type="dxa"/>
          </w:tcPr>
          <w:p w14:paraId="0CABC3E2" w14:textId="16E5E963" w:rsidR="009D3519" w:rsidRDefault="00C70D51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9D3519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9D3519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9D3519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9D3519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34866462" w14:textId="77777777" w:rsidR="009D3519" w:rsidRPr="008342C4" w:rsidRDefault="009D3519" w:rsidP="009D3519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2C5CEAF" w14:textId="2C650368" w:rsidR="009D3519" w:rsidRPr="008342C4" w:rsidRDefault="00C70D51" w:rsidP="009D3519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9D3519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9D3519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996C334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7CB5B23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741EDC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4D0D343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A45760C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5CE99DB" w14:textId="77777777" w:rsidR="009D3519" w:rsidRDefault="009D3519" w:rsidP="009D3519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1F124D3" w14:textId="77777777" w:rsidR="009D3519" w:rsidRDefault="009D3519" w:rsidP="009D3519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2052F3" w14:textId="77777777" w:rsidR="009D3519" w:rsidRPr="000B2E35" w:rsidRDefault="009D3519" w:rsidP="009D3519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5982" w:type="dxa"/>
            <w:tcBorders>
              <w:right w:val="single" w:sz="4" w:space="0" w:color="auto"/>
            </w:tcBorders>
          </w:tcPr>
          <w:p w14:paraId="09BC7A57" w14:textId="4B593EEF" w:rsidR="009D3519" w:rsidRPr="00C70D51" w:rsidRDefault="00C70D51" w:rsidP="009D3519">
            <w:pPr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Pr="00C70D51">
              <w:rPr>
                <w:rFonts w:ascii="Times New Roman" w:hAnsi="Times New Roman"/>
                <w:b/>
                <w:lang w:val="et-EE"/>
              </w:rPr>
              <w:t>17104 Koeravere - Viru-Jaagupi tee</w:t>
            </w:r>
          </w:p>
          <w:p w14:paraId="163D8D89" w14:textId="77777777" w:rsidR="009D3519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</w:p>
          <w:p w14:paraId="033719F2" w14:textId="77777777" w:rsidR="009D3519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</w:p>
          <w:p w14:paraId="1ADCCECA" w14:textId="77777777" w:rsidR="009D3519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</w:p>
          <w:p w14:paraId="75C942EF" w14:textId="3B1636D4" w:rsidR="009D3519" w:rsidRPr="00B72E9F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lastRenderedPageBreak/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90002:003:1</w:t>
            </w:r>
            <w:r w:rsidR="00C70D51">
              <w:rPr>
                <w:rFonts w:ascii="Times New Roman" w:hAnsi="Times New Roman"/>
                <w:bCs/>
                <w:lang w:val="et-EE"/>
              </w:rPr>
              <w:t>090</w:t>
            </w:r>
          </w:p>
          <w:p w14:paraId="4519CE2C" w14:textId="4F7E47F6" w:rsidR="009D3519" w:rsidRPr="00B72E9F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887</w:t>
            </w:r>
            <w:r w:rsidR="0047575B">
              <w:rPr>
                <w:rFonts w:ascii="Times New Roman" w:hAnsi="Times New Roman"/>
                <w:bCs/>
                <w:lang w:val="et-EE"/>
              </w:rPr>
              <w:t>66</w:t>
            </w:r>
            <w:r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0A0757DD" w14:textId="5B827536" w:rsidR="009D3519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Pr="000A723A">
              <w:rPr>
                <w:rFonts w:ascii="Times New Roman" w:hAnsi="Times New Roman"/>
                <w:bCs/>
                <w:lang w:val="et-EE"/>
              </w:rPr>
              <w:t>1710</w:t>
            </w:r>
            <w:r w:rsidR="0047575B">
              <w:rPr>
                <w:rFonts w:ascii="Times New Roman" w:hAnsi="Times New Roman"/>
                <w:bCs/>
                <w:lang w:val="et-EE"/>
              </w:rPr>
              <w:t>4</w:t>
            </w:r>
            <w:r w:rsidRPr="000A723A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47575B">
              <w:rPr>
                <w:rFonts w:ascii="Times New Roman" w:hAnsi="Times New Roman"/>
                <w:bCs/>
                <w:lang w:val="et-EE"/>
              </w:rPr>
              <w:t xml:space="preserve">Koeravere - </w:t>
            </w:r>
            <w:r w:rsidRPr="000A723A">
              <w:rPr>
                <w:rFonts w:ascii="Times New Roman" w:hAnsi="Times New Roman"/>
                <w:bCs/>
                <w:lang w:val="et-EE"/>
              </w:rPr>
              <w:t>Viru-Jaagupi tee</w:t>
            </w:r>
          </w:p>
          <w:p w14:paraId="56C25FA6" w14:textId="2A7BC287" w:rsidR="009D3519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311C2D">
              <w:rPr>
                <w:rFonts w:ascii="Times New Roman" w:hAnsi="Times New Roman"/>
                <w:bCs/>
                <w:lang w:val="et-EE"/>
              </w:rPr>
              <w:t>7981</w:t>
            </w:r>
          </w:p>
          <w:p w14:paraId="79DC3D24" w14:textId="39B425BA" w:rsidR="009D3519" w:rsidRPr="00B72E9F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311C2D">
              <w:rPr>
                <w:rFonts w:ascii="Times New Roman" w:hAnsi="Times New Roman"/>
                <w:bCs/>
                <w:lang w:val="et-EE"/>
              </w:rPr>
              <w:t>3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1122861E" w14:textId="37B05D16" w:rsidR="00311C2D" w:rsidRDefault="009D3519" w:rsidP="00311C2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311C2D">
              <w:rPr>
                <w:rFonts w:ascii="Times New Roman" w:hAnsi="Times New Roman"/>
                <w:bCs/>
                <w:lang w:val="et-EE"/>
              </w:rPr>
              <w:t>3</w:t>
            </w:r>
            <w:r>
              <w:rPr>
                <w:rFonts w:ascii="Times New Roman" w:hAnsi="Times New Roman"/>
                <w:bCs/>
                <w:lang w:val="et-EE"/>
              </w:rPr>
              <w:t xml:space="preserve">  ruumikuju nr. </w:t>
            </w:r>
            <w:r w:rsidR="000F0AAB">
              <w:rPr>
                <w:rFonts w:ascii="Times New Roman" w:hAnsi="Times New Roman"/>
                <w:bCs/>
                <w:lang w:val="et-EE"/>
              </w:rPr>
              <w:t>998426</w:t>
            </w:r>
          </w:p>
          <w:p w14:paraId="2503A610" w14:textId="37E86D84" w:rsidR="000F0AAB" w:rsidRPr="00B72E9F" w:rsidRDefault="000F0AAB" w:rsidP="00311C2D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CA4C5A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https://pari.kataster.ee/magic-link/3b3496cc-1045-45c5-bd9a-314796c31bb4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761B1E73" w14:textId="44FA1726" w:rsidR="009D3519" w:rsidRPr="00B72E9F" w:rsidRDefault="009D3519" w:rsidP="009D3519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bookmarkEnd w:id="0"/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274" w:tblpY="1"/>
        <w:tblOverlap w:val="never"/>
        <w:tblW w:w="9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5"/>
        <w:gridCol w:w="6082"/>
      </w:tblGrid>
      <w:tr w:rsidR="00963490" w:rsidRPr="00963490" w14:paraId="6EF6D705" w14:textId="77777777" w:rsidTr="00C70D51">
        <w:trPr>
          <w:trHeight w:val="453"/>
        </w:trPr>
        <w:tc>
          <w:tcPr>
            <w:tcW w:w="3095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C70D51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C70D51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C70D51">
        <w:trPr>
          <w:trHeight w:val="453"/>
        </w:trPr>
        <w:tc>
          <w:tcPr>
            <w:tcW w:w="3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C70D51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C70D51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A723A"/>
    <w:rsid w:val="000B417F"/>
    <w:rsid w:val="000B4850"/>
    <w:rsid w:val="000B57BA"/>
    <w:rsid w:val="000F0AAB"/>
    <w:rsid w:val="000F3E27"/>
    <w:rsid w:val="00103444"/>
    <w:rsid w:val="00111A7D"/>
    <w:rsid w:val="00121CC4"/>
    <w:rsid w:val="00121DD6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58BA"/>
    <w:rsid w:val="002D6251"/>
    <w:rsid w:val="002E0EF7"/>
    <w:rsid w:val="002F07BC"/>
    <w:rsid w:val="00300E09"/>
    <w:rsid w:val="003073D3"/>
    <w:rsid w:val="00311C2D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935E7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61515"/>
    <w:rsid w:val="00470107"/>
    <w:rsid w:val="0047575B"/>
    <w:rsid w:val="004770EE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0C1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069CA"/>
    <w:rsid w:val="007127AD"/>
    <w:rsid w:val="00714B3A"/>
    <w:rsid w:val="00750008"/>
    <w:rsid w:val="00755DE3"/>
    <w:rsid w:val="00765D62"/>
    <w:rsid w:val="0077377F"/>
    <w:rsid w:val="00780FCA"/>
    <w:rsid w:val="007816BC"/>
    <w:rsid w:val="00782839"/>
    <w:rsid w:val="00784945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5640C"/>
    <w:rsid w:val="00860269"/>
    <w:rsid w:val="0086205E"/>
    <w:rsid w:val="008753E8"/>
    <w:rsid w:val="008759E3"/>
    <w:rsid w:val="00886F46"/>
    <w:rsid w:val="00896568"/>
    <w:rsid w:val="008A5A55"/>
    <w:rsid w:val="008B0407"/>
    <w:rsid w:val="008C4DA3"/>
    <w:rsid w:val="008C5B01"/>
    <w:rsid w:val="008D2D2A"/>
    <w:rsid w:val="008D3667"/>
    <w:rsid w:val="008D74B5"/>
    <w:rsid w:val="008F153F"/>
    <w:rsid w:val="008F279F"/>
    <w:rsid w:val="008F2A05"/>
    <w:rsid w:val="008F47F1"/>
    <w:rsid w:val="00901D9F"/>
    <w:rsid w:val="0091258F"/>
    <w:rsid w:val="00912BDF"/>
    <w:rsid w:val="00923ED3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519"/>
    <w:rsid w:val="009D38F3"/>
    <w:rsid w:val="009D6ED0"/>
    <w:rsid w:val="009E181A"/>
    <w:rsid w:val="00A06A4B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852F1"/>
    <w:rsid w:val="00AA344D"/>
    <w:rsid w:val="00AA7FCF"/>
    <w:rsid w:val="00AE071A"/>
    <w:rsid w:val="00AE1639"/>
    <w:rsid w:val="00AE6B50"/>
    <w:rsid w:val="00AE7ACB"/>
    <w:rsid w:val="00AF6389"/>
    <w:rsid w:val="00B05AE2"/>
    <w:rsid w:val="00B33B98"/>
    <w:rsid w:val="00B4021D"/>
    <w:rsid w:val="00B46E05"/>
    <w:rsid w:val="00B61872"/>
    <w:rsid w:val="00B72E9F"/>
    <w:rsid w:val="00B845CE"/>
    <w:rsid w:val="00B91B48"/>
    <w:rsid w:val="00BA3B23"/>
    <w:rsid w:val="00BA470D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656FD"/>
    <w:rsid w:val="00C70D51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35A45"/>
    <w:rsid w:val="00D4458D"/>
    <w:rsid w:val="00D77FE1"/>
    <w:rsid w:val="00D8006E"/>
    <w:rsid w:val="00D879EE"/>
    <w:rsid w:val="00D902BD"/>
    <w:rsid w:val="00DA41AB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C73DB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5eeabe1-b990-41be-a70e-f5027a945885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3b3496cc-1045-45c5-bd9a-314796c31bb4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346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2025-10-31T07:52:00Z</dcterms:created>
  <dcterms:modified xsi:type="dcterms:W3CDTF">2025-10-31T07:52:00Z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